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4" w:type="dxa"/>
        <w:tblLook w:val="01E0"/>
      </w:tblPr>
      <w:tblGrid>
        <w:gridCol w:w="4152"/>
        <w:gridCol w:w="1104"/>
        <w:gridCol w:w="4548"/>
      </w:tblGrid>
      <w:tr w:rsidR="006B695D" w:rsidRPr="00752E26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752E26" w:rsidRDefault="006B695D" w:rsidP="00D2598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332FFD" w:rsidRPr="00752E26" w:rsidRDefault="00332FF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 xml:space="preserve">Председателю 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A79A6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4129FB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C93ECF" w:rsidRPr="00752E26" w:rsidRDefault="00C93ECF" w:rsidP="0057004F">
      <w:pPr>
        <w:jc w:val="center"/>
        <w:rPr>
          <w:rFonts w:ascii="PT Astra Serif" w:hAnsi="PT Astra Serif"/>
          <w:b/>
          <w:sz w:val="28"/>
        </w:rPr>
      </w:pPr>
      <w:r w:rsidRPr="00752E26">
        <w:rPr>
          <w:rFonts w:ascii="PT Astra Serif" w:hAnsi="PT Astra Serif"/>
          <w:b/>
          <w:sz w:val="28"/>
        </w:rPr>
        <w:t xml:space="preserve">Уважаемый </w:t>
      </w:r>
      <w:r w:rsidR="006A79A6" w:rsidRPr="00752E26">
        <w:rPr>
          <w:rFonts w:ascii="PT Astra Serif" w:hAnsi="PT Astra Serif"/>
          <w:b/>
          <w:sz w:val="28"/>
        </w:rPr>
        <w:t>Валерий Васильевич</w:t>
      </w:r>
      <w:r w:rsidRPr="00752E26">
        <w:rPr>
          <w:rFonts w:ascii="PT Astra Serif" w:hAnsi="PT Astra Serif"/>
          <w:b/>
          <w:sz w:val="28"/>
        </w:rPr>
        <w:t>!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65130A">
      <w:pPr>
        <w:ind w:firstLine="709"/>
        <w:jc w:val="both"/>
        <w:rPr>
          <w:rFonts w:ascii="PT Astra Serif" w:hAnsi="PT Astra Serif"/>
          <w:sz w:val="28"/>
        </w:rPr>
      </w:pPr>
      <w:proofErr w:type="gramStart"/>
      <w:r w:rsidRPr="00752E26">
        <w:rPr>
          <w:rFonts w:ascii="PT Astra Serif" w:hAnsi="PT Astra Serif"/>
          <w:sz w:val="28"/>
        </w:rPr>
        <w:t xml:space="preserve">На основании части 1 статьи 15 Устава Ульяновской области </w:t>
      </w:r>
      <w:r w:rsidR="00096082" w:rsidRPr="00752E26">
        <w:rPr>
          <w:rFonts w:ascii="PT Astra Serif" w:hAnsi="PT Astra Serif"/>
          <w:sz w:val="28"/>
        </w:rPr>
        <w:t>направляется для рассмотрения на заседании</w:t>
      </w:r>
      <w:r w:rsidRPr="00752E26">
        <w:rPr>
          <w:rFonts w:ascii="PT Astra Serif" w:hAnsi="PT Astra Serif"/>
          <w:sz w:val="28"/>
        </w:rPr>
        <w:t xml:space="preserve"> Законодательного Собрания </w:t>
      </w:r>
      <w:r w:rsidR="00935F3E" w:rsidRPr="00752E26">
        <w:rPr>
          <w:rFonts w:ascii="PT Astra Serif" w:hAnsi="PT Astra Serif"/>
          <w:sz w:val="28"/>
        </w:rPr>
        <w:t xml:space="preserve">Ульяновской </w:t>
      </w:r>
      <w:r w:rsidRPr="00752E26">
        <w:rPr>
          <w:rFonts w:ascii="PT Astra Serif" w:hAnsi="PT Astra Serif"/>
          <w:sz w:val="28"/>
        </w:rPr>
        <w:t xml:space="preserve">области проект закона Ульяновской области </w:t>
      </w:r>
      <w:r w:rsidR="0065130A" w:rsidRPr="0065130A">
        <w:rPr>
          <w:rFonts w:ascii="PT Astra Serif" w:hAnsi="PT Astra Serif"/>
          <w:sz w:val="28"/>
        </w:rPr>
        <w:t>«О внесении изменений в Закон Ульяновской области</w:t>
      </w:r>
      <w:r w:rsidR="0065130A">
        <w:rPr>
          <w:rFonts w:ascii="PT Astra Serif" w:hAnsi="PT Astra Serif"/>
          <w:sz w:val="28"/>
        </w:rPr>
        <w:t xml:space="preserve"> </w:t>
      </w:r>
      <w:r w:rsidR="0065130A" w:rsidRPr="0065130A">
        <w:rPr>
          <w:rFonts w:ascii="PT Astra Serif" w:hAnsi="PT Astra Serif"/>
          <w:sz w:val="28"/>
        </w:rPr>
        <w:t>«Об областном бюджете Ульяновской области на 2020 год</w:t>
      </w:r>
      <w:r w:rsidR="0065130A">
        <w:rPr>
          <w:rFonts w:ascii="PT Astra Serif" w:hAnsi="PT Astra Serif"/>
          <w:sz w:val="28"/>
        </w:rPr>
        <w:t xml:space="preserve"> </w:t>
      </w:r>
      <w:r w:rsidR="0065130A" w:rsidRPr="0065130A">
        <w:rPr>
          <w:rFonts w:ascii="PT Astra Serif" w:hAnsi="PT Astra Serif"/>
          <w:sz w:val="28"/>
        </w:rPr>
        <w:t>и на плановый период 2021 и 2022 годов» и признании утратившими силу отдельных положений законодательн</w:t>
      </w:r>
      <w:r w:rsidR="00C1060B">
        <w:rPr>
          <w:rFonts w:ascii="PT Astra Serif" w:hAnsi="PT Astra Serif"/>
          <w:sz w:val="28"/>
        </w:rPr>
        <w:t>ых</w:t>
      </w:r>
      <w:r w:rsidR="0065130A" w:rsidRPr="0065130A">
        <w:rPr>
          <w:rFonts w:ascii="PT Astra Serif" w:hAnsi="PT Astra Serif"/>
          <w:sz w:val="28"/>
        </w:rPr>
        <w:t xml:space="preserve"> акт</w:t>
      </w:r>
      <w:r w:rsidR="00C1060B">
        <w:rPr>
          <w:rFonts w:ascii="PT Astra Serif" w:hAnsi="PT Astra Serif"/>
          <w:sz w:val="28"/>
        </w:rPr>
        <w:t>ов</w:t>
      </w:r>
      <w:r w:rsidR="0065130A" w:rsidRPr="0065130A">
        <w:rPr>
          <w:rFonts w:ascii="PT Astra Serif" w:hAnsi="PT Astra Serif"/>
          <w:sz w:val="28"/>
        </w:rPr>
        <w:t xml:space="preserve"> Ульяновской области»</w:t>
      </w:r>
      <w:r w:rsidRPr="00752E26">
        <w:rPr>
          <w:rFonts w:ascii="PT Astra Serif" w:hAnsi="PT Astra Serif"/>
          <w:sz w:val="28"/>
        </w:rPr>
        <w:t>.</w:t>
      </w:r>
      <w:proofErr w:type="gramEnd"/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tbl>
      <w:tblPr>
        <w:tblW w:w="9889" w:type="dxa"/>
        <w:tblLook w:val="01E0"/>
      </w:tblPr>
      <w:tblGrid>
        <w:gridCol w:w="1751"/>
        <w:gridCol w:w="325"/>
        <w:gridCol w:w="7813"/>
      </w:tblGrid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752E26" w:rsidRDefault="00DC2128" w:rsidP="00B43033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Проект закона на </w:t>
            </w:r>
            <w:r w:rsidR="00B43033" w:rsidRPr="00752E26">
              <w:rPr>
                <w:rFonts w:ascii="PT Astra Serif" w:hAnsi="PT Astra Serif"/>
                <w:sz w:val="28"/>
              </w:rPr>
              <w:t xml:space="preserve">   </w:t>
            </w:r>
            <w:r w:rsidR="00257125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 xml:space="preserve"> </w:t>
            </w:r>
            <w:r w:rsidR="000A5B5F" w:rsidRPr="00752E26">
              <w:rPr>
                <w:rFonts w:ascii="PT Astra Serif" w:hAnsi="PT Astra Serif"/>
                <w:sz w:val="28"/>
              </w:rPr>
              <w:t xml:space="preserve"> </w:t>
            </w:r>
            <w:r w:rsidR="00657039">
              <w:rPr>
                <w:rFonts w:ascii="PT Astra Serif" w:hAnsi="PT Astra Serif"/>
                <w:sz w:val="28"/>
              </w:rPr>
              <w:t xml:space="preserve">  </w:t>
            </w:r>
            <w:r w:rsidR="000A5B5F" w:rsidRPr="00752E26">
              <w:rPr>
                <w:rFonts w:ascii="PT Astra Serif" w:hAnsi="PT Astra Serif"/>
                <w:sz w:val="28"/>
              </w:rPr>
              <w:t xml:space="preserve"> 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752E26" w:rsidRDefault="00DC2128" w:rsidP="00565EA5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Сопроводительные документы к проекту закона на</w:t>
            </w:r>
            <w:r w:rsidR="00B62335" w:rsidRPr="00752E26">
              <w:rPr>
                <w:rFonts w:ascii="PT Astra Serif" w:hAnsi="PT Astra Serif"/>
                <w:sz w:val="28"/>
              </w:rPr>
              <w:t xml:space="preserve"> </w:t>
            </w:r>
            <w:r w:rsidR="008903D0">
              <w:rPr>
                <w:rFonts w:ascii="PT Astra Serif" w:hAnsi="PT Astra Serif"/>
                <w:sz w:val="28"/>
              </w:rPr>
              <w:t xml:space="preserve"> </w:t>
            </w:r>
            <w:r w:rsidR="00565EA5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 xml:space="preserve"> л.</w:t>
            </w:r>
            <w:r w:rsidR="00065E69" w:rsidRPr="00752E26">
              <w:rPr>
                <w:rFonts w:ascii="PT Astra Serif" w:hAnsi="PT Astra Serif"/>
                <w:sz w:val="28"/>
              </w:rPr>
              <w:t xml:space="preserve"> </w:t>
            </w:r>
            <w:r w:rsidR="004129FB" w:rsidRPr="00752E26">
              <w:rPr>
                <w:rFonts w:ascii="PT Astra Serif" w:hAnsi="PT Astra Serif"/>
                <w:sz w:val="28"/>
              </w:rPr>
              <w:br/>
            </w:r>
            <w:r w:rsidRPr="00752E26">
              <w:rPr>
                <w:rFonts w:ascii="PT Astra Serif" w:hAnsi="PT Astra Serif"/>
                <w:sz w:val="28"/>
              </w:rPr>
              <w:t>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752E26" w:rsidRDefault="00DC2128" w:rsidP="001519BF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 xml:space="preserve">Лист согласования проекта закона на </w:t>
            </w:r>
            <w:r w:rsidR="0065130A">
              <w:rPr>
                <w:rFonts w:ascii="PT Astra Serif" w:hAnsi="PT Astra Serif"/>
                <w:sz w:val="28"/>
              </w:rPr>
              <w:t xml:space="preserve">   </w:t>
            </w:r>
            <w:r w:rsidR="00D4383B" w:rsidRPr="00752E26">
              <w:rPr>
                <w:rFonts w:ascii="PT Astra Serif" w:hAnsi="PT Astra Serif"/>
                <w:sz w:val="28"/>
              </w:rPr>
              <w:t xml:space="preserve"> </w:t>
            </w:r>
            <w:r w:rsidRPr="00752E26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752E26" w:rsidTr="00472849">
        <w:tc>
          <w:tcPr>
            <w:tcW w:w="1751" w:type="dxa"/>
          </w:tcPr>
          <w:p w:rsidR="00DC2128" w:rsidRPr="00752E26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752E26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752E26" w:rsidRDefault="009160BC" w:rsidP="00C1060B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752E26">
              <w:rPr>
                <w:rFonts w:ascii="PT Astra Serif" w:hAnsi="PT Astra Serif"/>
                <w:sz w:val="28"/>
              </w:rPr>
              <w:t>Копия распоряжения Губернатора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 Ульяновской области </w:t>
            </w:r>
            <w:r w:rsidR="00DC2128" w:rsidRPr="00752E26">
              <w:rPr>
                <w:rFonts w:ascii="PT Astra Serif" w:hAnsi="PT Astra Serif"/>
                <w:sz w:val="28"/>
              </w:rPr>
              <w:br/>
            </w:r>
            <w:r w:rsidR="0065130A" w:rsidRPr="0065130A">
              <w:rPr>
                <w:rFonts w:ascii="PT Astra Serif" w:hAnsi="PT Astra Serif"/>
                <w:sz w:val="28"/>
              </w:rPr>
              <w:t>«О внесении изменений в Закон Ульяновской области</w:t>
            </w:r>
            <w:r w:rsidR="0065130A">
              <w:rPr>
                <w:rFonts w:ascii="PT Astra Serif" w:hAnsi="PT Astra Serif"/>
                <w:sz w:val="28"/>
              </w:rPr>
              <w:t xml:space="preserve"> </w:t>
            </w:r>
            <w:r w:rsidR="0065130A">
              <w:rPr>
                <w:rFonts w:ascii="PT Astra Serif" w:hAnsi="PT Astra Serif"/>
                <w:sz w:val="28"/>
              </w:rPr>
              <w:br/>
            </w:r>
            <w:r w:rsidR="0065130A" w:rsidRPr="0065130A">
              <w:rPr>
                <w:rFonts w:ascii="PT Astra Serif" w:hAnsi="PT Astra Serif"/>
                <w:sz w:val="28"/>
              </w:rPr>
              <w:t>«Об областном бюджете Ульяновской области на 2020 год</w:t>
            </w:r>
            <w:r w:rsidR="0065130A">
              <w:rPr>
                <w:rFonts w:ascii="PT Astra Serif" w:hAnsi="PT Astra Serif"/>
                <w:sz w:val="28"/>
              </w:rPr>
              <w:t xml:space="preserve"> </w:t>
            </w:r>
            <w:r w:rsidR="0065130A">
              <w:rPr>
                <w:rFonts w:ascii="PT Astra Serif" w:hAnsi="PT Astra Serif"/>
                <w:sz w:val="28"/>
              </w:rPr>
              <w:br/>
            </w:r>
            <w:r w:rsidR="0065130A" w:rsidRPr="0065130A">
              <w:rPr>
                <w:rFonts w:ascii="PT Astra Serif" w:hAnsi="PT Astra Serif"/>
                <w:sz w:val="28"/>
              </w:rPr>
              <w:t xml:space="preserve">и на плановый период 2021 и 2022 годов» и признании </w:t>
            </w:r>
            <w:proofErr w:type="gramStart"/>
            <w:r w:rsidR="0065130A" w:rsidRPr="0065130A">
              <w:rPr>
                <w:rFonts w:ascii="PT Astra Serif" w:hAnsi="PT Astra Serif"/>
                <w:sz w:val="28"/>
              </w:rPr>
              <w:t>утратившими</w:t>
            </w:r>
            <w:proofErr w:type="gramEnd"/>
            <w:r w:rsidR="0065130A" w:rsidRPr="0065130A">
              <w:rPr>
                <w:rFonts w:ascii="PT Astra Serif" w:hAnsi="PT Astra Serif"/>
                <w:sz w:val="28"/>
              </w:rPr>
              <w:t xml:space="preserve"> силу отдельных положений законодательн</w:t>
            </w:r>
            <w:r w:rsidR="00C1060B">
              <w:rPr>
                <w:rFonts w:ascii="PT Astra Serif" w:hAnsi="PT Astra Serif"/>
                <w:sz w:val="28"/>
              </w:rPr>
              <w:t>ых</w:t>
            </w:r>
            <w:r w:rsidR="0065130A" w:rsidRPr="0065130A">
              <w:rPr>
                <w:rFonts w:ascii="PT Astra Serif" w:hAnsi="PT Astra Serif"/>
                <w:sz w:val="28"/>
              </w:rPr>
              <w:t xml:space="preserve"> акт</w:t>
            </w:r>
            <w:r w:rsidR="00C1060B">
              <w:rPr>
                <w:rFonts w:ascii="PT Astra Serif" w:hAnsi="PT Astra Serif"/>
                <w:sz w:val="28"/>
              </w:rPr>
              <w:t>ов</w:t>
            </w:r>
            <w:r w:rsidR="0065130A" w:rsidRPr="0065130A">
              <w:rPr>
                <w:rFonts w:ascii="PT Astra Serif" w:hAnsi="PT Astra Serif"/>
                <w:sz w:val="28"/>
              </w:rPr>
              <w:t xml:space="preserve"> Ульяновской области»</w:t>
            </w:r>
            <w:r w:rsidR="00D454B3">
              <w:rPr>
                <w:rFonts w:ascii="PT Astra Serif" w:hAnsi="PT Astra Serif"/>
                <w:sz w:val="28"/>
              </w:rPr>
              <w:t xml:space="preserve"> </w:t>
            </w:r>
            <w:r w:rsidR="00DC2128" w:rsidRPr="00752E26">
              <w:rPr>
                <w:rFonts w:ascii="PT Astra Serif" w:hAnsi="PT Astra Serif"/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752E26">
                <w:rPr>
                  <w:rFonts w:ascii="PT Astra Serif" w:hAnsi="PT Astra Serif"/>
                  <w:sz w:val="28"/>
                </w:rPr>
                <w:t>1 л</w:t>
              </w:r>
            </w:smartTag>
            <w:r w:rsidR="00DC2128" w:rsidRPr="00752E26">
              <w:rPr>
                <w:rFonts w:ascii="PT Astra Serif" w:hAnsi="PT Astra Serif"/>
                <w:sz w:val="28"/>
              </w:rPr>
              <w:t>. в 1 экз.</w:t>
            </w:r>
          </w:p>
        </w:tc>
      </w:tr>
    </w:tbl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  <w:bookmarkStart w:id="0" w:name="_GoBack"/>
      <w:bookmarkEnd w:id="0"/>
    </w:p>
    <w:p w:rsidR="00737DAD" w:rsidRPr="00752E26" w:rsidRDefault="00737DAD" w:rsidP="00737DAD">
      <w:pPr>
        <w:jc w:val="both"/>
        <w:rPr>
          <w:rFonts w:ascii="PT Astra Serif" w:hAnsi="PT Astra Serif"/>
          <w:sz w:val="28"/>
        </w:rPr>
      </w:pPr>
    </w:p>
    <w:p w:rsidR="00461B8C" w:rsidRPr="00752E26" w:rsidRDefault="00AC2025" w:rsidP="00461B8C">
      <w:pPr>
        <w:jc w:val="right"/>
        <w:rPr>
          <w:rFonts w:ascii="PT Astra Serif" w:hAnsi="PT Astra Serif"/>
          <w:sz w:val="28"/>
          <w:szCs w:val="28"/>
        </w:rPr>
        <w:sectPr w:rsidR="00461B8C" w:rsidRPr="00752E26" w:rsidSect="008903D0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>
        <w:rPr>
          <w:rFonts w:ascii="PT Astra Serif" w:hAnsi="PT Astra Serif"/>
          <w:sz w:val="28"/>
          <w:szCs w:val="28"/>
        </w:rPr>
        <w:t>С.И.Морозов</w:t>
      </w:r>
    </w:p>
    <w:p w:rsidR="00737DAD" w:rsidRPr="00752E26" w:rsidRDefault="00737DAD" w:rsidP="00D454B3">
      <w:pPr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461B8C" w:rsidRPr="00752E26" w:rsidRDefault="00461B8C" w:rsidP="0057004F">
      <w:pPr>
        <w:jc w:val="both"/>
        <w:rPr>
          <w:rFonts w:ascii="PT Astra Serif" w:hAnsi="PT Astra Serif"/>
          <w:sz w:val="10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FE7455" w:rsidRPr="00752E26" w:rsidRDefault="00FE7455" w:rsidP="0057004F">
      <w:pPr>
        <w:jc w:val="both"/>
        <w:rPr>
          <w:rFonts w:ascii="PT Astra Serif" w:hAnsi="PT Astra Serif"/>
          <w:sz w:val="28"/>
        </w:rPr>
      </w:pPr>
    </w:p>
    <w:p w:rsidR="00986931" w:rsidRPr="00752E26" w:rsidRDefault="00986931" w:rsidP="0057004F">
      <w:pPr>
        <w:jc w:val="both"/>
        <w:rPr>
          <w:rFonts w:ascii="PT Astra Serif" w:hAnsi="PT Astra Serif"/>
          <w:sz w:val="28"/>
        </w:rPr>
      </w:pPr>
    </w:p>
    <w:p w:rsidR="00295F0C" w:rsidRPr="00752E26" w:rsidRDefault="00295F0C" w:rsidP="00F10F13">
      <w:pPr>
        <w:rPr>
          <w:rFonts w:ascii="PT Astra Serif" w:hAnsi="PT Astra Serif"/>
          <w:sz w:val="48"/>
          <w:szCs w:val="24"/>
        </w:rPr>
      </w:pPr>
    </w:p>
    <w:p w:rsidR="00295F0C" w:rsidRPr="00752E26" w:rsidRDefault="00295F0C" w:rsidP="00F10F13">
      <w:pPr>
        <w:rPr>
          <w:rFonts w:ascii="PT Astra Serif" w:hAnsi="PT Astra Serif"/>
          <w:sz w:val="28"/>
          <w:szCs w:val="24"/>
        </w:rPr>
      </w:pPr>
    </w:p>
    <w:p w:rsidR="00C93ECF" w:rsidRPr="00752E26" w:rsidRDefault="009919EF" w:rsidP="00F10F13">
      <w:pPr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Брюханова Наталья Геннадьевна</w:t>
      </w:r>
    </w:p>
    <w:p w:rsidR="00472849" w:rsidRPr="00752E26" w:rsidRDefault="00A5545E" w:rsidP="0057004F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44-26-59</w:t>
      </w:r>
    </w:p>
    <w:sectPr w:rsidR="00472849" w:rsidRPr="00752E26" w:rsidSect="008903D0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0C5" w:rsidRDefault="008600C5" w:rsidP="008903D0">
      <w:r>
        <w:separator/>
      </w:r>
    </w:p>
  </w:endnote>
  <w:endnote w:type="continuationSeparator" w:id="0">
    <w:p w:rsidR="008600C5" w:rsidRDefault="008600C5" w:rsidP="00890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0C5" w:rsidRDefault="008600C5" w:rsidP="008903D0">
      <w:r>
        <w:separator/>
      </w:r>
    </w:p>
  </w:footnote>
  <w:footnote w:type="continuationSeparator" w:id="0">
    <w:p w:rsidR="008600C5" w:rsidRDefault="008600C5" w:rsidP="008903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A5B5F"/>
    <w:rsid w:val="000C626F"/>
    <w:rsid w:val="000F5AB2"/>
    <w:rsid w:val="00116F9F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57125"/>
    <w:rsid w:val="00271998"/>
    <w:rsid w:val="00273738"/>
    <w:rsid w:val="00276876"/>
    <w:rsid w:val="00277DBE"/>
    <w:rsid w:val="00284C01"/>
    <w:rsid w:val="00291741"/>
    <w:rsid w:val="00295F0C"/>
    <w:rsid w:val="002B1BB5"/>
    <w:rsid w:val="002C1FAB"/>
    <w:rsid w:val="002D4A20"/>
    <w:rsid w:val="002E06B8"/>
    <w:rsid w:val="002E0AC6"/>
    <w:rsid w:val="002F0CFF"/>
    <w:rsid w:val="002F248D"/>
    <w:rsid w:val="002F3426"/>
    <w:rsid w:val="002F60B4"/>
    <w:rsid w:val="003038B6"/>
    <w:rsid w:val="00315102"/>
    <w:rsid w:val="00332FFD"/>
    <w:rsid w:val="003350B5"/>
    <w:rsid w:val="00335CC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0279"/>
    <w:rsid w:val="004A4BCF"/>
    <w:rsid w:val="004A4CF7"/>
    <w:rsid w:val="004D2E8B"/>
    <w:rsid w:val="005007F7"/>
    <w:rsid w:val="0050715E"/>
    <w:rsid w:val="005331F4"/>
    <w:rsid w:val="00543F54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130A"/>
    <w:rsid w:val="0065237F"/>
    <w:rsid w:val="00657039"/>
    <w:rsid w:val="00667E8C"/>
    <w:rsid w:val="00670CF9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2E26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0C5"/>
    <w:rsid w:val="00860C4A"/>
    <w:rsid w:val="0086262B"/>
    <w:rsid w:val="00871782"/>
    <w:rsid w:val="00875F3D"/>
    <w:rsid w:val="008772B6"/>
    <w:rsid w:val="0088392E"/>
    <w:rsid w:val="0088471F"/>
    <w:rsid w:val="008903D0"/>
    <w:rsid w:val="008A69BB"/>
    <w:rsid w:val="008B08DE"/>
    <w:rsid w:val="008D1003"/>
    <w:rsid w:val="008F7C1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19EF"/>
    <w:rsid w:val="00992F4B"/>
    <w:rsid w:val="009B2C39"/>
    <w:rsid w:val="009B5709"/>
    <w:rsid w:val="009D37F9"/>
    <w:rsid w:val="009E5487"/>
    <w:rsid w:val="00A1332A"/>
    <w:rsid w:val="00A20B42"/>
    <w:rsid w:val="00A23364"/>
    <w:rsid w:val="00A443F1"/>
    <w:rsid w:val="00A453B0"/>
    <w:rsid w:val="00A51C0B"/>
    <w:rsid w:val="00A5545E"/>
    <w:rsid w:val="00A6200F"/>
    <w:rsid w:val="00A866C2"/>
    <w:rsid w:val="00A86B35"/>
    <w:rsid w:val="00A903CF"/>
    <w:rsid w:val="00AA725F"/>
    <w:rsid w:val="00AB5313"/>
    <w:rsid w:val="00AB63AF"/>
    <w:rsid w:val="00AB7E7F"/>
    <w:rsid w:val="00AC0979"/>
    <w:rsid w:val="00AC2025"/>
    <w:rsid w:val="00AE34FD"/>
    <w:rsid w:val="00B1096D"/>
    <w:rsid w:val="00B22227"/>
    <w:rsid w:val="00B32CE4"/>
    <w:rsid w:val="00B3408E"/>
    <w:rsid w:val="00B43033"/>
    <w:rsid w:val="00B61D61"/>
    <w:rsid w:val="00B62335"/>
    <w:rsid w:val="00B653AC"/>
    <w:rsid w:val="00B675A7"/>
    <w:rsid w:val="00B76AC1"/>
    <w:rsid w:val="00B8793A"/>
    <w:rsid w:val="00B94FBD"/>
    <w:rsid w:val="00BC7AD2"/>
    <w:rsid w:val="00BD1F5B"/>
    <w:rsid w:val="00BF389C"/>
    <w:rsid w:val="00BF6BFC"/>
    <w:rsid w:val="00C1060B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26F6A"/>
    <w:rsid w:val="00D4383B"/>
    <w:rsid w:val="00D454B3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06993"/>
    <w:rsid w:val="00F10F13"/>
    <w:rsid w:val="00F11C40"/>
    <w:rsid w:val="00F34E28"/>
    <w:rsid w:val="00F5652A"/>
    <w:rsid w:val="00F61B1D"/>
    <w:rsid w:val="00F70D6A"/>
    <w:rsid w:val="00F73379"/>
    <w:rsid w:val="00F81A75"/>
    <w:rsid w:val="00F84EB5"/>
    <w:rsid w:val="00F8792F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A20"/>
  </w:style>
  <w:style w:type="paragraph" w:styleId="1">
    <w:name w:val="heading 1"/>
    <w:basedOn w:val="a"/>
    <w:next w:val="a"/>
    <w:qFormat/>
    <w:rsid w:val="002D4A20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D4A2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2D4A20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12</TotalTime>
  <Pages>2</Pages>
  <Words>145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budget-3</cp:lastModifiedBy>
  <cp:revision>15</cp:revision>
  <cp:lastPrinted>2020-11-13T13:09:00Z</cp:lastPrinted>
  <dcterms:created xsi:type="dcterms:W3CDTF">2019-10-07T08:22:00Z</dcterms:created>
  <dcterms:modified xsi:type="dcterms:W3CDTF">2020-12-08T13:12:00Z</dcterms:modified>
</cp:coreProperties>
</file>